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503E54E5" w:rsidR="00F422D3" w:rsidRDefault="00F422D3" w:rsidP="00B42F40">
      <w:pPr>
        <w:pStyle w:val="Titul2"/>
      </w:pPr>
      <w:r>
        <w:t>Název zakázky: „</w:t>
      </w:r>
      <w:r w:rsidR="00525721">
        <w:t>Oprava staničních kolejí v žst. Dětřichov, Milotice, Moravský Beroun na trati č. 310</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1F003C3F" w14:textId="77777777" w:rsidR="00516551" w:rsidRPr="00B42F40" w:rsidRDefault="00516551" w:rsidP="00516551">
      <w:pPr>
        <w:pStyle w:val="Textbezodsazen"/>
        <w:spacing w:after="0"/>
        <w:rPr>
          <w:rStyle w:val="Zdraznnjemn"/>
          <w:b/>
          <w:iCs w:val="0"/>
          <w:color w:val="auto"/>
        </w:rPr>
      </w:pPr>
      <w:r w:rsidRPr="00B42F40">
        <w:rPr>
          <w:rStyle w:val="Zdraznnjemn"/>
          <w:b/>
          <w:iCs w:val="0"/>
          <w:color w:val="auto"/>
        </w:rPr>
        <w:t xml:space="preserve">Korespondenční adresa: </w:t>
      </w:r>
    </w:p>
    <w:p w14:paraId="67140CFC" w14:textId="77777777" w:rsidR="00516551" w:rsidRDefault="00516551" w:rsidP="00516551">
      <w:pPr>
        <w:pStyle w:val="Textbezodsazen"/>
        <w:spacing w:after="0"/>
      </w:pPr>
      <w:r>
        <w:t>Správa železnic, státní organizace</w:t>
      </w:r>
    </w:p>
    <w:p w14:paraId="0743000F" w14:textId="77777777" w:rsidR="00516551" w:rsidRDefault="00516551" w:rsidP="00516551">
      <w:pPr>
        <w:pStyle w:val="Textbezodsazen"/>
      </w:pPr>
      <w:r>
        <w:t xml:space="preserve">Oblastní ředitelství Ostrava, Muglinovská 1038/5, 702 00 Ostrava </w:t>
      </w:r>
    </w:p>
    <w:p w14:paraId="3065F121" w14:textId="77777777" w:rsidR="00516551" w:rsidRDefault="00516551" w:rsidP="0051655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51E042DF" w14:textId="77777777" w:rsidR="00516551" w:rsidRDefault="00516551" w:rsidP="00516551">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23725495" w:rsidR="008601BB" w:rsidRDefault="00516551" w:rsidP="00516551">
      <w:pPr>
        <w:pStyle w:val="Textbezodsazen"/>
      </w:pPr>
      <w:hyperlink r:id="rId12" w:history="1">
        <w:r>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74544405" w14:textId="47F5A28E" w:rsidR="00F24489" w:rsidRDefault="00F24489" w:rsidP="00525721">
      <w:pPr>
        <w:pStyle w:val="Text1-1"/>
      </w:pPr>
      <w:r w:rsidRPr="00F97DBD">
        <w:t xml:space="preserve">Objednatel oznámil uveřejněním </w:t>
      </w:r>
      <w:r>
        <w:t xml:space="preserve">na profilu zadavatele: </w:t>
      </w:r>
      <w:hyperlink r:id="rId13" w:history="1">
        <w:r w:rsidR="00525721" w:rsidRPr="00997431">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w:t>
      </w:r>
      <w:r w:rsidR="008601BB" w:rsidRPr="00525721">
        <w:t>5</w:t>
      </w:r>
      <w:r w:rsidR="00525721" w:rsidRPr="00525721">
        <w:t>20232</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525721">
        <w:rPr>
          <w:b/>
        </w:rPr>
        <w:t>Oprava staničních kolejí v žst. Dětřichov, Milotice, Moravský Beroun na trati č. 310</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E0D23AD" w14:textId="367DD244" w:rsidR="00F24489" w:rsidRPr="00525721" w:rsidRDefault="00B84ECC" w:rsidP="00525721">
      <w:pPr>
        <w:pStyle w:val="Textbezslovn"/>
      </w:pPr>
      <w:r w:rsidRPr="00525721">
        <w:t xml:space="preserve">Rekapitulace </w:t>
      </w:r>
      <w:r w:rsidR="00F24489" w:rsidRPr="00525721">
        <w:t>Ceny Díla dle stavebních objektů (SO) a provozních souborů (PS) je uveden</w:t>
      </w:r>
      <w:r w:rsidRPr="00525721">
        <w:t>a</w:t>
      </w:r>
      <w:r w:rsidR="00F24489" w:rsidRPr="00525721">
        <w:t xml:space="preserve"> v </w:t>
      </w:r>
      <w:hyperlink w:anchor="ListAnnex04" w:history="1">
        <w:r w:rsidR="00F24489" w:rsidRPr="00525721">
          <w:rPr>
            <w:rStyle w:val="Hypertextovodkaz"/>
            <w:rFonts w:cs="Calibri"/>
            <w:color w:val="auto"/>
          </w:rPr>
          <w:t>Příloze č. 4</w:t>
        </w:r>
      </w:hyperlink>
      <w:r w:rsidR="00F24489" w:rsidRPr="00525721">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347A0967" w:rsidR="00F24489" w:rsidRPr="00525721" w:rsidRDefault="00F24489" w:rsidP="00F24489">
      <w:pPr>
        <w:pStyle w:val="Textbezslovn"/>
        <w:rPr>
          <w:b/>
        </w:rPr>
      </w:pPr>
      <w:r w:rsidRPr="00F24489">
        <w:rPr>
          <w:b/>
        </w:rPr>
        <w:t>Celková lhůta pro dokončení Díla</w:t>
      </w:r>
      <w:r w:rsidR="001F1F00">
        <w:rPr>
          <w:b/>
        </w:rPr>
        <w:t>: d</w:t>
      </w:r>
      <w:r w:rsidR="001F1F00" w:rsidRPr="00525721">
        <w:rPr>
          <w:b/>
        </w:rPr>
        <w:t xml:space="preserve">o </w:t>
      </w:r>
      <w:r w:rsidR="00525721" w:rsidRPr="00525721">
        <w:rPr>
          <w:b/>
        </w:rPr>
        <w:t>15. 12. 2020</w:t>
      </w:r>
      <w:r w:rsidRPr="00525721">
        <w:rPr>
          <w:b/>
        </w:rPr>
        <w:t xml:space="preserve"> (dokladem prokazujícím, že Zhotovitel dokončil celé Dílo, je Předávací protokol dle odst. 10.4 </w:t>
      </w:r>
      <w:bookmarkStart w:id="0" w:name="_GoBack"/>
      <w:bookmarkEnd w:id="0"/>
      <w:r w:rsidRPr="00525721">
        <w:rPr>
          <w:b/>
        </w:rPr>
        <w:t>Obchodních podmínek).</w:t>
      </w:r>
    </w:p>
    <w:p w14:paraId="4C9674B4" w14:textId="0DA52E17" w:rsidR="00F24489" w:rsidRPr="00525721" w:rsidRDefault="00F24489" w:rsidP="00525721">
      <w:pPr>
        <w:pStyle w:val="Textbezslovn"/>
      </w:pPr>
      <w:r w:rsidRPr="00525721">
        <w:t xml:space="preserve">Lhůta pro dokončení stavebních prací </w:t>
      </w:r>
      <w:r w:rsidR="001F1F00" w:rsidRPr="00525721">
        <w:t xml:space="preserve">do </w:t>
      </w:r>
      <w:r w:rsidR="00525721" w:rsidRPr="00525721">
        <w:t>15. 12. 2020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6439699A" w:rsidR="00F24489" w:rsidRDefault="00F24489" w:rsidP="0052572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525721">
        <w:t>nepoužije. Smluvní strany se dohodly, že dokumentaci skutečného provedení Zhotovitel nevyhotovuje a nepředává Objednateli. Ustanovení Obchodních podmínek týkající se dokumentace skutečného provedení se nepoužijí.</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83F734C" w14:textId="046E28F9" w:rsidR="00214C3E" w:rsidRDefault="00214C3E" w:rsidP="00525721">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2498D58" w14:textId="56E81BB7" w:rsidR="00214C3E" w:rsidRPr="00525721" w:rsidRDefault="00214C3E" w:rsidP="00525721">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lastRenderedPageBreak/>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0831D40B" w:rsidR="00214C3E" w:rsidRPr="00397504" w:rsidRDefault="00214C3E" w:rsidP="00397504">
      <w:pPr>
        <w:pStyle w:val="Text1-1"/>
      </w:pPr>
      <w:r w:rsidRPr="00397504">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6E08B5D6" w14:textId="10535278" w:rsidR="00162E24" w:rsidRPr="00397504" w:rsidRDefault="00214C3E" w:rsidP="00397504">
      <w:pPr>
        <w:pStyle w:val="Text1-1"/>
      </w:pPr>
      <w:r w:rsidRPr="003051D0">
        <w:t>V bodě 11.6 Obchodních podmínek se</w:t>
      </w:r>
      <w:r w:rsidR="00397504">
        <w:t xml:space="preserv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lastRenderedPageBreak/>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01F35863" w14:textId="39E534A8" w:rsidR="00214C3E" w:rsidRPr="00397504" w:rsidRDefault="00162E24" w:rsidP="00397504">
      <w:pPr>
        <w:pStyle w:val="Text1-1"/>
        <w:numPr>
          <w:ilvl w:val="0"/>
          <w:numId w:val="0"/>
        </w:numPr>
        <w:ind w:left="737"/>
      </w:pPr>
      <w:r>
        <w:t>Datem uskutečnění dílčích zdanitelných plnění na daňových dokladech vystavených Zhotovitelem bude vždy poslední den kalendářn</w:t>
      </w:r>
      <w:r w:rsidR="00397504">
        <w:t>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lastRenderedPageBreak/>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2"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4C203A0" w14:textId="77777777" w:rsidR="00516551" w:rsidRDefault="00214C3E" w:rsidP="00214C3E">
            <w:pPr>
              <w:pStyle w:val="Textbezslovn"/>
            </w:pPr>
            <w:r w:rsidRPr="00F97DBD">
              <w:t>Technické podmínky:</w:t>
            </w:r>
          </w:p>
          <w:p w14:paraId="6821DB14" w14:textId="520E7B4C"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0A9BD307" w:rsidR="00214C3E" w:rsidRPr="00F97DBD" w:rsidRDefault="00214C3E" w:rsidP="00214C3E">
            <w:pPr>
              <w:pStyle w:val="Textbezslovn"/>
            </w:pPr>
            <w:r w:rsidRPr="00F97DBD">
              <w:t xml:space="preserve">c) Zvláštní technické podmínky </w:t>
            </w:r>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51655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15DB8A9D" w14:textId="77777777" w:rsidR="00516551" w:rsidRDefault="00516551" w:rsidP="00214C3E">
      <w:pPr>
        <w:pStyle w:val="Textbezodsazen"/>
        <w:rPr>
          <w:b/>
        </w:rPr>
      </w:pPr>
    </w:p>
    <w:p w14:paraId="0A9FE424" w14:textId="77777777" w:rsidR="00516551" w:rsidRDefault="00516551" w:rsidP="00214C3E">
      <w:pPr>
        <w:pStyle w:val="Textbezodsazen"/>
        <w:rPr>
          <w:b/>
        </w:rPr>
      </w:pPr>
    </w:p>
    <w:p w14:paraId="66411956" w14:textId="77777777" w:rsidR="00516551" w:rsidRDefault="00516551" w:rsidP="00214C3E">
      <w:pPr>
        <w:pStyle w:val="Textbezodsazen"/>
        <w:rPr>
          <w:b/>
        </w:rPr>
      </w:pPr>
    </w:p>
    <w:p w14:paraId="43BC9CE7" w14:textId="216CCEAA"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458DDA1F" w:rsidR="00C44BDD" w:rsidRDefault="00C44BDD" w:rsidP="009F0867">
      <w:pPr>
        <w:pStyle w:val="Textbezodsazen"/>
      </w:pPr>
    </w:p>
    <w:p w14:paraId="6DF59EE4" w14:textId="77777777" w:rsidR="00516551" w:rsidRDefault="00516551"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64AD9DB6" w:rsidR="0083293C" w:rsidRDefault="00E463D2" w:rsidP="008274B9">
      <w:pPr>
        <w:pStyle w:val="Odstavec1-1a"/>
        <w:contextualSpacing w:val="0"/>
      </w:pPr>
      <w:r w:rsidRPr="00F97DBD">
        <w:t>Zvláštní technické podmínky</w:t>
      </w:r>
      <w:r w:rsidR="0083293C">
        <w:t xml:space="preserve"> ze </w:t>
      </w:r>
      <w:r w:rsidR="0083293C" w:rsidRPr="003243FF">
        <w:t xml:space="preserve">dne </w:t>
      </w:r>
      <w:r w:rsidR="003243FF" w:rsidRPr="003243FF">
        <w:t>20. 8. 2020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C7DCF04" w14:textId="2730E330" w:rsidR="003243FF" w:rsidRDefault="003243FF" w:rsidP="003243FF">
      <w:pPr>
        <w:pStyle w:val="Nadpisbezsl1-2"/>
      </w:pPr>
      <w:r>
        <w:t>Související dokumenty</w:t>
      </w:r>
    </w:p>
    <w:p w14:paraId="66FD5CA3" w14:textId="77777777" w:rsidR="003243FF" w:rsidRPr="004A1829" w:rsidRDefault="003243FF" w:rsidP="003243FF">
      <w:pPr>
        <w:pStyle w:val="Odrka1-1"/>
        <w:numPr>
          <w:ilvl w:val="0"/>
          <w:numId w:val="6"/>
        </w:numPr>
      </w:pPr>
      <w:r w:rsidRPr="004A1829">
        <w:t>Bez souvisejících dokumentů</w:t>
      </w:r>
    </w:p>
    <w:p w14:paraId="42111A89" w14:textId="77777777" w:rsidR="003243FF" w:rsidRPr="003243FF" w:rsidRDefault="003243FF" w:rsidP="003243FF">
      <w:pPr>
        <w:pStyle w:val="Odrka1-1"/>
        <w:numPr>
          <w:ilvl w:val="0"/>
          <w:numId w:val="0"/>
        </w:numPr>
        <w:ind w:left="1077" w:hanging="340"/>
        <w:rPr>
          <w:highlight w:val="green"/>
        </w:rPr>
        <w:sectPr w:rsidR="003243FF" w:rsidRPr="003243FF"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2869292C" w:rsidR="00502690" w:rsidRDefault="00502690" w:rsidP="003243FF">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16551" w:rsidRPr="00F95FBD" w14:paraId="1612D19B" w14:textId="77777777" w:rsidTr="0051655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516551" w:rsidRPr="00F95FBD" w:rsidRDefault="00516551"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516551" w:rsidRPr="00F95FBD" w:rsidRDefault="00516551"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516551" w:rsidRPr="00F95FBD" w14:paraId="42F2ABB4" w14:textId="77777777" w:rsidTr="0051655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516551" w:rsidRPr="00F95FBD" w:rsidRDefault="00516551"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516551" w:rsidRPr="00F95FBD" w:rsidRDefault="00516551"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516551" w:rsidRPr="00F95FBD" w14:paraId="478B1311" w14:textId="77777777" w:rsidTr="0051655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516551" w:rsidRPr="00F95FBD" w:rsidRDefault="00516551"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1B90DA14" w:rsidR="00516551" w:rsidRPr="003243FF" w:rsidRDefault="00516551"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3243FF">
                <w:rPr>
                  <w:rStyle w:val="Hypertextovodkaz"/>
                  <w:noProof w:val="0"/>
                  <w:color w:val="auto"/>
                  <w:sz w:val="18"/>
                  <w:u w:val="none"/>
                </w:rPr>
                <w:t>Macho@spravazeleznic.cz</w:t>
              </w:r>
            </w:hyperlink>
          </w:p>
        </w:tc>
      </w:tr>
      <w:tr w:rsidR="00516551" w:rsidRPr="00F95FBD" w14:paraId="4EB20389" w14:textId="77777777" w:rsidTr="0051655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516551" w:rsidRPr="00F95FBD" w:rsidRDefault="00516551"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516551" w:rsidRPr="00F95FBD" w:rsidRDefault="00516551"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302F488D" w:rsidR="00ED29F1" w:rsidRPr="00F95FBD" w:rsidRDefault="003243F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013F1AD1" w:rsidR="00ED29F1" w:rsidRPr="00F95FBD" w:rsidRDefault="003243F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0AC7EA27" w:rsidR="00ED29F1" w:rsidRPr="00F95FBD" w:rsidRDefault="003243F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Jicha@spravazeleznic.cz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3243FF" w:rsidRDefault="00ED29F1" w:rsidP="005A7872">
            <w:pPr>
              <w:pStyle w:val="Tabulka"/>
              <w:rPr>
                <w:sz w:val="18"/>
              </w:rPr>
            </w:pPr>
            <w:r w:rsidRPr="003243FF">
              <w:rPr>
                <w:sz w:val="18"/>
              </w:rPr>
              <w:t>Telefon</w:t>
            </w:r>
          </w:p>
        </w:tc>
        <w:tc>
          <w:tcPr>
            <w:tcW w:w="5812" w:type="dxa"/>
          </w:tcPr>
          <w:p w14:paraId="0127B0D9" w14:textId="2D222A23" w:rsidR="00ED29F1" w:rsidRPr="003243FF" w:rsidRDefault="003243F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243FF">
              <w:rPr>
                <w:sz w:val="18"/>
              </w:rPr>
              <w:t>724 039 284</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402C4F3A" w:rsidR="00ED29F1" w:rsidRPr="00F95FBD" w:rsidRDefault="003243F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Martin URBAN</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7216E103" w:rsidR="00ED29F1" w:rsidRPr="00F95FBD" w:rsidRDefault="003243F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4A943217" w:rsidR="00ED29F1" w:rsidRPr="00F95FBD" w:rsidRDefault="003243F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UrbanM@spravazeleznic.cz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6AEBA8A2" w:rsidR="00ED29F1" w:rsidRPr="00F95FBD" w:rsidRDefault="003243F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243FF">
              <w:rPr>
                <w:sz w:val="18"/>
              </w:rPr>
              <w:t>702 245 598</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777F6457" w14:textId="77777777" w:rsidR="002038D5" w:rsidRPr="00F95FBD" w:rsidRDefault="002038D5"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77DC320F"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71391E">
              <w:rPr>
                <w:rFonts w:eastAsia="Times New Roman" w:cs="Calibri"/>
                <w:sz w:val="18"/>
                <w:lang w:eastAsia="cs-CZ"/>
              </w:rPr>
              <w:t>M</w:t>
            </w:r>
            <w:r w:rsidR="002C7A28" w:rsidRPr="0071391E">
              <w:rPr>
                <w:rFonts w:eastAsia="Times New Roman" w:cs="Calibri"/>
                <w:sz w:val="18"/>
                <w:lang w:eastAsia="cs-CZ"/>
              </w:rPr>
              <w:t xml:space="preserve">inimálně </w:t>
            </w:r>
            <w:r w:rsidR="0071391E" w:rsidRPr="0071391E">
              <w:rPr>
                <w:rFonts w:eastAsia="Times New Roman" w:cs="Calibri"/>
                <w:color w:val="000000"/>
                <w:sz w:val="18"/>
                <w:lang w:eastAsia="cs-CZ"/>
              </w:rPr>
              <w:t>20</w:t>
            </w:r>
            <w:r w:rsidR="002C7A28" w:rsidRPr="0071391E">
              <w:rPr>
                <w:rFonts w:eastAsia="Times New Roman" w:cs="Calibri"/>
                <w:color w:val="000000"/>
                <w:sz w:val="18"/>
                <w:lang w:eastAsia="cs-CZ"/>
              </w:rPr>
              <w:t xml:space="preserve"> mil. Kč</w:t>
            </w:r>
            <w:r w:rsidR="002C7A28" w:rsidRPr="0071391E">
              <w:rPr>
                <w:rFonts w:eastAsia="Times New Roman" w:cs="Calibri"/>
                <w:sz w:val="18"/>
                <w:lang w:eastAsia="cs-CZ"/>
              </w:rPr>
              <w:t xml:space="preserve"> na jednu pojistnou událost a </w:t>
            </w:r>
            <w:r w:rsidR="0071391E" w:rsidRPr="0071391E">
              <w:rPr>
                <w:rFonts w:eastAsia="Times New Roman" w:cs="Calibri"/>
                <w:sz w:val="18"/>
                <w:lang w:eastAsia="cs-CZ"/>
              </w:rPr>
              <w:t>20</w:t>
            </w:r>
            <w:r w:rsidR="002C7A28" w:rsidRPr="0071391E">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525721" w:rsidRDefault="00525721" w:rsidP="00962258">
      <w:pPr>
        <w:spacing w:after="0" w:line="240" w:lineRule="auto"/>
      </w:pPr>
      <w:r>
        <w:separator/>
      </w:r>
    </w:p>
  </w:endnote>
  <w:endnote w:type="continuationSeparator" w:id="0">
    <w:p w14:paraId="5DF7408C" w14:textId="77777777" w:rsidR="00525721" w:rsidRDefault="005257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5721" w:rsidRPr="00525721" w14:paraId="63C011FA" w14:textId="77777777" w:rsidTr="00EB46E5">
      <w:tc>
        <w:tcPr>
          <w:tcW w:w="1361" w:type="dxa"/>
          <w:tcMar>
            <w:left w:w="0" w:type="dxa"/>
            <w:right w:w="0" w:type="dxa"/>
          </w:tcMar>
          <w:vAlign w:val="bottom"/>
        </w:tcPr>
        <w:p w14:paraId="2E9D9968" w14:textId="09F54B69" w:rsidR="00525721" w:rsidRPr="00B8518B" w:rsidRDefault="0052572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6551">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551">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525721" w:rsidRDefault="00525721" w:rsidP="00B8518B">
          <w:pPr>
            <w:pStyle w:val="Zpat"/>
          </w:pPr>
        </w:p>
      </w:tc>
      <w:tc>
        <w:tcPr>
          <w:tcW w:w="425" w:type="dxa"/>
          <w:shd w:val="clear" w:color="auto" w:fill="auto"/>
          <w:tcMar>
            <w:left w:w="0" w:type="dxa"/>
            <w:right w:w="0" w:type="dxa"/>
          </w:tcMar>
        </w:tcPr>
        <w:p w14:paraId="4526F625" w14:textId="77777777" w:rsidR="00525721" w:rsidRDefault="00525721" w:rsidP="00B8518B">
          <w:pPr>
            <w:pStyle w:val="Zpat"/>
          </w:pPr>
        </w:p>
      </w:tc>
      <w:tc>
        <w:tcPr>
          <w:tcW w:w="8505" w:type="dxa"/>
        </w:tcPr>
        <w:p w14:paraId="02BDBCFE" w14:textId="77777777" w:rsidR="00525721" w:rsidRPr="00525721" w:rsidRDefault="00525721" w:rsidP="00F422D3">
          <w:pPr>
            <w:pStyle w:val="Zpat0"/>
            <w:rPr>
              <w:b/>
            </w:rPr>
          </w:pPr>
          <w:r w:rsidRPr="00525721">
            <w:rPr>
              <w:b/>
            </w:rPr>
            <w:t>SMLOUVA O DÍLO</w:t>
          </w:r>
        </w:p>
        <w:p w14:paraId="4407FDB1" w14:textId="77777777" w:rsidR="00525721" w:rsidRPr="00525721" w:rsidRDefault="00525721" w:rsidP="00F422D3">
          <w:pPr>
            <w:pStyle w:val="Zpat0"/>
          </w:pPr>
          <w:r w:rsidRPr="00525721">
            <w:t>Zhotovení stavby</w:t>
          </w:r>
        </w:p>
        <w:p w14:paraId="019C4999" w14:textId="28C84063" w:rsidR="00525721" w:rsidRPr="00525721" w:rsidRDefault="00525721" w:rsidP="00F422D3">
          <w:pPr>
            <w:pStyle w:val="Zpat0"/>
          </w:pPr>
          <w:r w:rsidRPr="00525721">
            <w:t>VS 63520232</w:t>
          </w:r>
        </w:p>
      </w:tc>
    </w:tr>
  </w:tbl>
  <w:p w14:paraId="5A7E81C8" w14:textId="77777777" w:rsidR="00525721" w:rsidRPr="00B8518B" w:rsidRDefault="0052572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5721" w14:paraId="17308300" w14:textId="77777777" w:rsidTr="00EB46E5">
      <w:tc>
        <w:tcPr>
          <w:tcW w:w="1361" w:type="dxa"/>
          <w:tcMar>
            <w:left w:w="0" w:type="dxa"/>
            <w:right w:w="0" w:type="dxa"/>
          </w:tcMar>
          <w:vAlign w:val="bottom"/>
        </w:tcPr>
        <w:p w14:paraId="525EAA5D" w14:textId="6426D850" w:rsidR="00525721" w:rsidRPr="00B8518B" w:rsidRDefault="0052572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6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5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525721" w:rsidRDefault="00525721" w:rsidP="00B8518B">
          <w:pPr>
            <w:pStyle w:val="Zpat"/>
          </w:pPr>
        </w:p>
      </w:tc>
      <w:tc>
        <w:tcPr>
          <w:tcW w:w="425" w:type="dxa"/>
          <w:shd w:val="clear" w:color="auto" w:fill="auto"/>
          <w:tcMar>
            <w:left w:w="0" w:type="dxa"/>
            <w:right w:w="0" w:type="dxa"/>
          </w:tcMar>
        </w:tcPr>
        <w:p w14:paraId="56CCE54B" w14:textId="77777777" w:rsidR="00525721" w:rsidRDefault="00525721" w:rsidP="00B8518B">
          <w:pPr>
            <w:pStyle w:val="Zpat"/>
          </w:pPr>
        </w:p>
      </w:tc>
      <w:tc>
        <w:tcPr>
          <w:tcW w:w="8505" w:type="dxa"/>
        </w:tcPr>
        <w:p w14:paraId="0D8541CB" w14:textId="77777777" w:rsidR="00525721" w:rsidRPr="00143EC0" w:rsidRDefault="00525721" w:rsidP="00F422D3">
          <w:pPr>
            <w:pStyle w:val="Zpat0"/>
            <w:rPr>
              <w:b/>
            </w:rPr>
          </w:pPr>
          <w:r>
            <w:rPr>
              <w:b/>
            </w:rPr>
            <w:t>PŘÍLOHA č. 8</w:t>
          </w:r>
        </w:p>
        <w:p w14:paraId="4C39D087" w14:textId="77777777" w:rsidR="00525721" w:rsidRDefault="00525721" w:rsidP="00F95FBD">
          <w:pPr>
            <w:pStyle w:val="Zpat0"/>
          </w:pPr>
          <w:r>
            <w:t xml:space="preserve">SMLOUVA O DÍLO - Zhotovení stavby </w:t>
          </w:r>
        </w:p>
        <w:p w14:paraId="6101A554" w14:textId="595799C9" w:rsidR="00525721" w:rsidRDefault="00525721" w:rsidP="00F95FBD">
          <w:pPr>
            <w:pStyle w:val="Zpat0"/>
          </w:pPr>
          <w:r>
            <w:t xml:space="preserve">VS </w:t>
          </w:r>
          <w:r w:rsidRPr="0071391E">
            <w:t>635</w:t>
          </w:r>
          <w:r w:rsidR="0071391E" w:rsidRPr="0071391E">
            <w:t>20232</w:t>
          </w:r>
        </w:p>
      </w:tc>
    </w:tr>
  </w:tbl>
  <w:p w14:paraId="3B1E57AA" w14:textId="77777777" w:rsidR="00525721" w:rsidRPr="00B8518B" w:rsidRDefault="0052572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5721" w14:paraId="3201FA37" w14:textId="77777777" w:rsidTr="00EB46E5">
      <w:tc>
        <w:tcPr>
          <w:tcW w:w="1361" w:type="dxa"/>
          <w:tcMar>
            <w:left w:w="0" w:type="dxa"/>
            <w:right w:w="0" w:type="dxa"/>
          </w:tcMar>
          <w:vAlign w:val="bottom"/>
        </w:tcPr>
        <w:p w14:paraId="15368792" w14:textId="4C088CD6" w:rsidR="00525721" w:rsidRPr="00B8518B" w:rsidRDefault="0052572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6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5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525721" w:rsidRDefault="00525721" w:rsidP="00B8518B">
          <w:pPr>
            <w:pStyle w:val="Zpat"/>
          </w:pPr>
        </w:p>
      </w:tc>
      <w:tc>
        <w:tcPr>
          <w:tcW w:w="425" w:type="dxa"/>
          <w:shd w:val="clear" w:color="auto" w:fill="auto"/>
          <w:tcMar>
            <w:left w:w="0" w:type="dxa"/>
            <w:right w:w="0" w:type="dxa"/>
          </w:tcMar>
        </w:tcPr>
        <w:p w14:paraId="3E81B5D4" w14:textId="77777777" w:rsidR="00525721" w:rsidRDefault="00525721" w:rsidP="00B8518B">
          <w:pPr>
            <w:pStyle w:val="Zpat"/>
          </w:pPr>
        </w:p>
      </w:tc>
      <w:tc>
        <w:tcPr>
          <w:tcW w:w="8505" w:type="dxa"/>
        </w:tcPr>
        <w:p w14:paraId="112956B7" w14:textId="77777777" w:rsidR="00525721" w:rsidRPr="00143EC0" w:rsidRDefault="00525721" w:rsidP="00F422D3">
          <w:pPr>
            <w:pStyle w:val="Zpat0"/>
            <w:rPr>
              <w:b/>
            </w:rPr>
          </w:pPr>
          <w:r>
            <w:rPr>
              <w:b/>
            </w:rPr>
            <w:t>PŘÍLOHA č. 9</w:t>
          </w:r>
        </w:p>
        <w:p w14:paraId="79F07601" w14:textId="77777777" w:rsidR="00525721" w:rsidRDefault="00525721" w:rsidP="00F95FBD">
          <w:pPr>
            <w:pStyle w:val="Zpat0"/>
          </w:pPr>
          <w:r>
            <w:t>SMLOUVA O DÍLO - Zhotovení stavby</w:t>
          </w:r>
        </w:p>
        <w:p w14:paraId="18EC082A" w14:textId="755BF6CD" w:rsidR="00525721" w:rsidRDefault="00525721" w:rsidP="00F95FBD">
          <w:pPr>
            <w:pStyle w:val="Zpat0"/>
          </w:pPr>
          <w:r w:rsidRPr="0071391E">
            <w:t>VS 635</w:t>
          </w:r>
          <w:r w:rsidR="0071391E" w:rsidRPr="0071391E">
            <w:t>20232</w:t>
          </w:r>
        </w:p>
      </w:tc>
    </w:tr>
  </w:tbl>
  <w:p w14:paraId="10E8EA59" w14:textId="77777777" w:rsidR="00525721" w:rsidRPr="00B8518B" w:rsidRDefault="0052572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525721" w:rsidRPr="00B8518B" w:rsidRDefault="00525721" w:rsidP="00460660">
    <w:pPr>
      <w:pStyle w:val="Zpat"/>
      <w:rPr>
        <w:sz w:val="2"/>
        <w:szCs w:val="2"/>
      </w:rPr>
    </w:pPr>
  </w:p>
  <w:p w14:paraId="304430F9" w14:textId="77777777" w:rsidR="00525721" w:rsidRPr="00460660" w:rsidRDefault="0052572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5721" w14:paraId="314EB535" w14:textId="77777777" w:rsidTr="00EB46E5">
      <w:tc>
        <w:tcPr>
          <w:tcW w:w="1361" w:type="dxa"/>
          <w:tcMar>
            <w:left w:w="0" w:type="dxa"/>
            <w:right w:w="0" w:type="dxa"/>
          </w:tcMar>
          <w:vAlign w:val="bottom"/>
        </w:tcPr>
        <w:p w14:paraId="6260D19B" w14:textId="34705D55" w:rsidR="00525721" w:rsidRPr="00B8518B" w:rsidRDefault="0052572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6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5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525721" w:rsidRDefault="00525721" w:rsidP="00B8518B">
          <w:pPr>
            <w:pStyle w:val="Zpat"/>
          </w:pPr>
        </w:p>
      </w:tc>
      <w:tc>
        <w:tcPr>
          <w:tcW w:w="425" w:type="dxa"/>
          <w:shd w:val="clear" w:color="auto" w:fill="auto"/>
          <w:tcMar>
            <w:left w:w="0" w:type="dxa"/>
            <w:right w:w="0" w:type="dxa"/>
          </w:tcMar>
        </w:tcPr>
        <w:p w14:paraId="7C765DF1" w14:textId="77777777" w:rsidR="00525721" w:rsidRDefault="00525721" w:rsidP="00B8518B">
          <w:pPr>
            <w:pStyle w:val="Zpat"/>
          </w:pPr>
        </w:p>
      </w:tc>
      <w:tc>
        <w:tcPr>
          <w:tcW w:w="8505" w:type="dxa"/>
        </w:tcPr>
        <w:p w14:paraId="63FEF284" w14:textId="77777777" w:rsidR="00525721" w:rsidRPr="00143EC0" w:rsidRDefault="00525721" w:rsidP="00F422D3">
          <w:pPr>
            <w:pStyle w:val="Zpat0"/>
            <w:rPr>
              <w:b/>
            </w:rPr>
          </w:pPr>
          <w:r w:rsidRPr="00143EC0">
            <w:rPr>
              <w:b/>
            </w:rPr>
            <w:t>PŘÍLOHA č. 1</w:t>
          </w:r>
        </w:p>
        <w:p w14:paraId="46AA977B" w14:textId="77777777" w:rsidR="00525721" w:rsidRDefault="00525721" w:rsidP="00F95FBD">
          <w:pPr>
            <w:pStyle w:val="Zpat0"/>
          </w:pPr>
          <w:r>
            <w:t>SMLOUVA O DÍLO - Zhotovení stavby</w:t>
          </w:r>
        </w:p>
        <w:p w14:paraId="1982283F" w14:textId="31045E00" w:rsidR="00525721" w:rsidRDefault="00525721" w:rsidP="00F95FBD">
          <w:pPr>
            <w:pStyle w:val="Zpat0"/>
          </w:pPr>
          <w:r w:rsidRPr="003243FF">
            <w:t>VS 635</w:t>
          </w:r>
          <w:r w:rsidR="003243FF" w:rsidRPr="003243FF">
            <w:t>20232</w:t>
          </w:r>
        </w:p>
      </w:tc>
    </w:tr>
  </w:tbl>
  <w:p w14:paraId="338A6E33" w14:textId="77777777" w:rsidR="00525721" w:rsidRPr="00B8518B" w:rsidRDefault="0052572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5721" w:rsidRPr="003243FF" w14:paraId="140CD3B5" w14:textId="77777777" w:rsidTr="00EB46E5">
      <w:tc>
        <w:tcPr>
          <w:tcW w:w="1361" w:type="dxa"/>
          <w:tcMar>
            <w:left w:w="0" w:type="dxa"/>
            <w:right w:w="0" w:type="dxa"/>
          </w:tcMar>
          <w:vAlign w:val="bottom"/>
        </w:tcPr>
        <w:p w14:paraId="50356013" w14:textId="498A0CD1" w:rsidR="00525721" w:rsidRPr="00B8518B" w:rsidRDefault="0052572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6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5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525721" w:rsidRDefault="00525721" w:rsidP="005A7872">
          <w:pPr>
            <w:pStyle w:val="Zpat"/>
          </w:pPr>
        </w:p>
      </w:tc>
      <w:tc>
        <w:tcPr>
          <w:tcW w:w="425" w:type="dxa"/>
          <w:shd w:val="clear" w:color="auto" w:fill="auto"/>
          <w:tcMar>
            <w:left w:w="0" w:type="dxa"/>
            <w:right w:w="0" w:type="dxa"/>
          </w:tcMar>
        </w:tcPr>
        <w:p w14:paraId="474AA699" w14:textId="77777777" w:rsidR="00525721" w:rsidRDefault="00525721" w:rsidP="00B8518B">
          <w:pPr>
            <w:pStyle w:val="Zpat"/>
          </w:pPr>
        </w:p>
      </w:tc>
      <w:tc>
        <w:tcPr>
          <w:tcW w:w="8505" w:type="dxa"/>
        </w:tcPr>
        <w:p w14:paraId="15E62024" w14:textId="77777777" w:rsidR="00525721" w:rsidRPr="003243FF" w:rsidRDefault="00525721" w:rsidP="00F422D3">
          <w:pPr>
            <w:pStyle w:val="Zpat0"/>
            <w:rPr>
              <w:b/>
            </w:rPr>
          </w:pPr>
          <w:r w:rsidRPr="003243FF">
            <w:rPr>
              <w:b/>
            </w:rPr>
            <w:t>PŘÍLOHA č. 2</w:t>
          </w:r>
        </w:p>
        <w:p w14:paraId="386BAF6A" w14:textId="77777777" w:rsidR="00525721" w:rsidRPr="003243FF" w:rsidRDefault="00525721" w:rsidP="00F95FBD">
          <w:pPr>
            <w:pStyle w:val="Zpat0"/>
          </w:pPr>
          <w:r w:rsidRPr="003243FF">
            <w:t>SMLOUVA O DÍLO - Zhotovení stavby</w:t>
          </w:r>
        </w:p>
        <w:p w14:paraId="1635410A" w14:textId="36EA648A" w:rsidR="00525721" w:rsidRPr="003243FF" w:rsidRDefault="00525721" w:rsidP="00F95FBD">
          <w:pPr>
            <w:pStyle w:val="Zpat0"/>
          </w:pPr>
          <w:r w:rsidRPr="003243FF">
            <w:t>VS 635</w:t>
          </w:r>
          <w:r w:rsidR="003243FF" w:rsidRPr="003243FF">
            <w:t>20232</w:t>
          </w:r>
        </w:p>
      </w:tc>
    </w:tr>
  </w:tbl>
  <w:p w14:paraId="4B228DA3" w14:textId="77777777" w:rsidR="00525721" w:rsidRPr="00B8518B" w:rsidRDefault="0052572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5721" w:rsidRPr="003243FF" w14:paraId="7DA1530E" w14:textId="77777777" w:rsidTr="00EB46E5">
      <w:tc>
        <w:tcPr>
          <w:tcW w:w="1361" w:type="dxa"/>
          <w:tcMar>
            <w:left w:w="0" w:type="dxa"/>
            <w:right w:w="0" w:type="dxa"/>
          </w:tcMar>
          <w:vAlign w:val="bottom"/>
        </w:tcPr>
        <w:p w14:paraId="326635E2" w14:textId="1A5BD50D" w:rsidR="00525721" w:rsidRPr="00B8518B" w:rsidRDefault="0052572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6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5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525721" w:rsidRDefault="00525721" w:rsidP="005A7872">
          <w:pPr>
            <w:pStyle w:val="Zpat"/>
          </w:pPr>
        </w:p>
      </w:tc>
      <w:tc>
        <w:tcPr>
          <w:tcW w:w="425" w:type="dxa"/>
          <w:shd w:val="clear" w:color="auto" w:fill="auto"/>
          <w:tcMar>
            <w:left w:w="0" w:type="dxa"/>
            <w:right w:w="0" w:type="dxa"/>
          </w:tcMar>
        </w:tcPr>
        <w:p w14:paraId="7841BA6F" w14:textId="77777777" w:rsidR="00525721" w:rsidRDefault="00525721" w:rsidP="00B8518B">
          <w:pPr>
            <w:pStyle w:val="Zpat"/>
          </w:pPr>
        </w:p>
      </w:tc>
      <w:tc>
        <w:tcPr>
          <w:tcW w:w="8505" w:type="dxa"/>
        </w:tcPr>
        <w:p w14:paraId="0C9A2266" w14:textId="77777777" w:rsidR="00525721" w:rsidRPr="003243FF" w:rsidRDefault="00525721" w:rsidP="00F422D3">
          <w:pPr>
            <w:pStyle w:val="Zpat0"/>
            <w:rPr>
              <w:b/>
            </w:rPr>
          </w:pPr>
          <w:r w:rsidRPr="003243FF">
            <w:rPr>
              <w:b/>
            </w:rPr>
            <w:t>PŘÍLOHA č. 3</w:t>
          </w:r>
        </w:p>
        <w:p w14:paraId="10265017" w14:textId="77777777" w:rsidR="00525721" w:rsidRPr="003243FF" w:rsidRDefault="00525721" w:rsidP="00F95FBD">
          <w:pPr>
            <w:pStyle w:val="Zpat0"/>
          </w:pPr>
          <w:r w:rsidRPr="003243FF">
            <w:t>SMLOUVA O DÍLO - Zhotovení stavby</w:t>
          </w:r>
        </w:p>
        <w:p w14:paraId="28DB3C34" w14:textId="73AC2EFF" w:rsidR="00525721" w:rsidRPr="003243FF" w:rsidRDefault="00525721" w:rsidP="00F95FBD">
          <w:pPr>
            <w:pStyle w:val="Zpat0"/>
          </w:pPr>
          <w:r w:rsidRPr="003243FF">
            <w:t>VS 635</w:t>
          </w:r>
          <w:r w:rsidR="003243FF" w:rsidRPr="003243FF">
            <w:t>20232</w:t>
          </w:r>
        </w:p>
      </w:tc>
    </w:tr>
  </w:tbl>
  <w:p w14:paraId="30FC3AD2" w14:textId="77777777" w:rsidR="00525721" w:rsidRPr="00B8518B" w:rsidRDefault="0052572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5721" w14:paraId="0CEA4CF1" w14:textId="77777777" w:rsidTr="00EB46E5">
      <w:tc>
        <w:tcPr>
          <w:tcW w:w="1361" w:type="dxa"/>
          <w:tcMar>
            <w:left w:w="0" w:type="dxa"/>
            <w:right w:w="0" w:type="dxa"/>
          </w:tcMar>
          <w:vAlign w:val="bottom"/>
        </w:tcPr>
        <w:p w14:paraId="7E8136B2" w14:textId="638957AD" w:rsidR="00525721" w:rsidRPr="00B8518B" w:rsidRDefault="0052572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6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5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525721" w:rsidRDefault="00525721" w:rsidP="005A7872">
          <w:pPr>
            <w:pStyle w:val="Zpat"/>
          </w:pPr>
        </w:p>
      </w:tc>
      <w:tc>
        <w:tcPr>
          <w:tcW w:w="425" w:type="dxa"/>
          <w:shd w:val="clear" w:color="auto" w:fill="auto"/>
          <w:tcMar>
            <w:left w:w="0" w:type="dxa"/>
            <w:right w:w="0" w:type="dxa"/>
          </w:tcMar>
        </w:tcPr>
        <w:p w14:paraId="5D1DC7A7" w14:textId="77777777" w:rsidR="00525721" w:rsidRDefault="00525721" w:rsidP="00B8518B">
          <w:pPr>
            <w:pStyle w:val="Zpat"/>
          </w:pPr>
        </w:p>
      </w:tc>
      <w:tc>
        <w:tcPr>
          <w:tcW w:w="8505" w:type="dxa"/>
        </w:tcPr>
        <w:p w14:paraId="5A814BF3" w14:textId="77777777" w:rsidR="00525721" w:rsidRPr="00143EC0" w:rsidRDefault="00525721" w:rsidP="00F422D3">
          <w:pPr>
            <w:pStyle w:val="Zpat0"/>
            <w:rPr>
              <w:b/>
            </w:rPr>
          </w:pPr>
          <w:r>
            <w:rPr>
              <w:b/>
            </w:rPr>
            <w:t>PŘÍLOHA č. 4</w:t>
          </w:r>
        </w:p>
        <w:p w14:paraId="2D4B93E7" w14:textId="77777777" w:rsidR="00525721" w:rsidRDefault="00525721" w:rsidP="00F95FBD">
          <w:pPr>
            <w:pStyle w:val="Zpat0"/>
          </w:pPr>
          <w:r>
            <w:t>SMLOUVA O DÍLO - Zhotovení stavby</w:t>
          </w:r>
        </w:p>
        <w:p w14:paraId="4775CA9A" w14:textId="7409539A" w:rsidR="00525721" w:rsidRDefault="00525721" w:rsidP="00F95FBD">
          <w:pPr>
            <w:pStyle w:val="Zpat0"/>
          </w:pPr>
          <w:r>
            <w:t xml:space="preserve">VS </w:t>
          </w:r>
          <w:r w:rsidRPr="003243FF">
            <w:t>635</w:t>
          </w:r>
          <w:r w:rsidR="003243FF" w:rsidRPr="003243FF">
            <w:t>20232</w:t>
          </w:r>
        </w:p>
      </w:tc>
    </w:tr>
  </w:tbl>
  <w:p w14:paraId="1396689C" w14:textId="77777777" w:rsidR="00525721" w:rsidRPr="00B8518B" w:rsidRDefault="0052572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5721" w14:paraId="4EA947C1" w14:textId="77777777" w:rsidTr="00EB46E5">
      <w:tc>
        <w:tcPr>
          <w:tcW w:w="1361" w:type="dxa"/>
          <w:tcMar>
            <w:left w:w="0" w:type="dxa"/>
            <w:right w:w="0" w:type="dxa"/>
          </w:tcMar>
          <w:vAlign w:val="bottom"/>
        </w:tcPr>
        <w:p w14:paraId="566CEAD2" w14:textId="0E4347B5" w:rsidR="00525721" w:rsidRPr="00B8518B" w:rsidRDefault="0052572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6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5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525721" w:rsidRDefault="00525721" w:rsidP="005A7872">
          <w:pPr>
            <w:pStyle w:val="Zpat"/>
          </w:pPr>
        </w:p>
      </w:tc>
      <w:tc>
        <w:tcPr>
          <w:tcW w:w="425" w:type="dxa"/>
          <w:shd w:val="clear" w:color="auto" w:fill="auto"/>
          <w:tcMar>
            <w:left w:w="0" w:type="dxa"/>
            <w:right w:w="0" w:type="dxa"/>
          </w:tcMar>
        </w:tcPr>
        <w:p w14:paraId="694F7FA4" w14:textId="77777777" w:rsidR="00525721" w:rsidRDefault="00525721" w:rsidP="00B8518B">
          <w:pPr>
            <w:pStyle w:val="Zpat"/>
          </w:pPr>
        </w:p>
      </w:tc>
      <w:tc>
        <w:tcPr>
          <w:tcW w:w="8505" w:type="dxa"/>
        </w:tcPr>
        <w:p w14:paraId="29E09D02" w14:textId="77777777" w:rsidR="00525721" w:rsidRPr="003243FF" w:rsidRDefault="00525721" w:rsidP="00F422D3">
          <w:pPr>
            <w:pStyle w:val="Zpat0"/>
            <w:rPr>
              <w:b/>
            </w:rPr>
          </w:pPr>
          <w:r w:rsidRPr="003243FF">
            <w:rPr>
              <w:b/>
            </w:rPr>
            <w:t>PŘÍLOHA č. 5</w:t>
          </w:r>
        </w:p>
        <w:p w14:paraId="28F414D1" w14:textId="77777777" w:rsidR="00525721" w:rsidRPr="003243FF" w:rsidRDefault="00525721" w:rsidP="00F95FBD">
          <w:pPr>
            <w:pStyle w:val="Zpat0"/>
          </w:pPr>
          <w:r w:rsidRPr="003243FF">
            <w:t>SMLOUVA O DÍLO - Zhotovení stavby</w:t>
          </w:r>
        </w:p>
        <w:p w14:paraId="36CF6D85" w14:textId="00A7BE72" w:rsidR="00525721" w:rsidRPr="003243FF" w:rsidRDefault="00525721" w:rsidP="00F95FBD">
          <w:pPr>
            <w:pStyle w:val="Zpat0"/>
          </w:pPr>
          <w:r w:rsidRPr="003243FF">
            <w:t>VS 635</w:t>
          </w:r>
          <w:r w:rsidR="003243FF" w:rsidRPr="003243FF">
            <w:t>20232</w:t>
          </w:r>
        </w:p>
      </w:tc>
    </w:tr>
  </w:tbl>
  <w:p w14:paraId="4F32990B" w14:textId="77777777" w:rsidR="00525721" w:rsidRPr="00B8518B" w:rsidRDefault="0052572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5721" w14:paraId="1F2AC00C" w14:textId="77777777" w:rsidTr="00EB46E5">
      <w:tc>
        <w:tcPr>
          <w:tcW w:w="1361" w:type="dxa"/>
          <w:tcMar>
            <w:left w:w="0" w:type="dxa"/>
            <w:right w:w="0" w:type="dxa"/>
          </w:tcMar>
          <w:vAlign w:val="bottom"/>
        </w:tcPr>
        <w:p w14:paraId="494D2CA5" w14:textId="24DFD7F6" w:rsidR="00525721" w:rsidRPr="00B8518B" w:rsidRDefault="0052572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655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55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525721" w:rsidRDefault="00525721" w:rsidP="005A7872">
          <w:pPr>
            <w:pStyle w:val="Zpat"/>
          </w:pPr>
        </w:p>
      </w:tc>
      <w:tc>
        <w:tcPr>
          <w:tcW w:w="425" w:type="dxa"/>
          <w:shd w:val="clear" w:color="auto" w:fill="auto"/>
          <w:tcMar>
            <w:left w:w="0" w:type="dxa"/>
            <w:right w:w="0" w:type="dxa"/>
          </w:tcMar>
        </w:tcPr>
        <w:p w14:paraId="6549ADC0" w14:textId="77777777" w:rsidR="00525721" w:rsidRDefault="00525721" w:rsidP="00B8518B">
          <w:pPr>
            <w:pStyle w:val="Zpat"/>
          </w:pPr>
        </w:p>
      </w:tc>
      <w:tc>
        <w:tcPr>
          <w:tcW w:w="8505" w:type="dxa"/>
        </w:tcPr>
        <w:p w14:paraId="569B90CA" w14:textId="77777777" w:rsidR="00525721" w:rsidRPr="00143EC0" w:rsidRDefault="00525721" w:rsidP="00F422D3">
          <w:pPr>
            <w:pStyle w:val="Zpat0"/>
            <w:rPr>
              <w:b/>
            </w:rPr>
          </w:pPr>
          <w:r>
            <w:rPr>
              <w:b/>
            </w:rPr>
            <w:t>PŘÍLOHA č. 6</w:t>
          </w:r>
        </w:p>
        <w:p w14:paraId="290E80C2" w14:textId="77777777" w:rsidR="00525721" w:rsidRDefault="00525721" w:rsidP="00F95FBD">
          <w:pPr>
            <w:pStyle w:val="Zpat0"/>
          </w:pPr>
          <w:r>
            <w:t>SMLOUVA O DÍLO - Zhotovení stavby</w:t>
          </w:r>
        </w:p>
        <w:p w14:paraId="2C6E511E" w14:textId="3953D579" w:rsidR="00525721" w:rsidRDefault="00525721" w:rsidP="00F95FBD">
          <w:pPr>
            <w:pStyle w:val="Zpat0"/>
          </w:pPr>
          <w:r>
            <w:t xml:space="preserve">VS </w:t>
          </w:r>
          <w:r w:rsidRPr="003243FF">
            <w:t>635</w:t>
          </w:r>
          <w:r w:rsidR="003243FF" w:rsidRPr="003243FF">
            <w:t>20232</w:t>
          </w:r>
        </w:p>
      </w:tc>
    </w:tr>
  </w:tbl>
  <w:p w14:paraId="46163F29" w14:textId="77777777" w:rsidR="00525721" w:rsidRPr="00B8518B" w:rsidRDefault="0052572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25721" w:rsidRPr="0071391E" w14:paraId="080765E9" w14:textId="77777777" w:rsidTr="00EB46E5">
      <w:tc>
        <w:tcPr>
          <w:tcW w:w="1361" w:type="dxa"/>
          <w:tcMar>
            <w:left w:w="0" w:type="dxa"/>
            <w:right w:w="0" w:type="dxa"/>
          </w:tcMar>
          <w:vAlign w:val="bottom"/>
        </w:tcPr>
        <w:p w14:paraId="389DF0E2" w14:textId="202425EB" w:rsidR="00525721" w:rsidRPr="00B8518B" w:rsidRDefault="0052572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65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55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525721" w:rsidRDefault="00525721" w:rsidP="005A7872">
          <w:pPr>
            <w:pStyle w:val="Zpat"/>
          </w:pPr>
        </w:p>
      </w:tc>
      <w:tc>
        <w:tcPr>
          <w:tcW w:w="425" w:type="dxa"/>
          <w:shd w:val="clear" w:color="auto" w:fill="auto"/>
          <w:tcMar>
            <w:left w:w="0" w:type="dxa"/>
            <w:right w:w="0" w:type="dxa"/>
          </w:tcMar>
        </w:tcPr>
        <w:p w14:paraId="0645F417" w14:textId="77777777" w:rsidR="00525721" w:rsidRDefault="00525721" w:rsidP="00B8518B">
          <w:pPr>
            <w:pStyle w:val="Zpat"/>
          </w:pPr>
        </w:p>
      </w:tc>
      <w:tc>
        <w:tcPr>
          <w:tcW w:w="8505" w:type="dxa"/>
        </w:tcPr>
        <w:p w14:paraId="44B1DBF7" w14:textId="77777777" w:rsidR="00525721" w:rsidRPr="0071391E" w:rsidRDefault="00525721" w:rsidP="00F422D3">
          <w:pPr>
            <w:pStyle w:val="Zpat0"/>
            <w:rPr>
              <w:b/>
            </w:rPr>
          </w:pPr>
          <w:r w:rsidRPr="0071391E">
            <w:rPr>
              <w:b/>
            </w:rPr>
            <w:t>PŘÍLOHA č. 7</w:t>
          </w:r>
        </w:p>
        <w:p w14:paraId="765062C0" w14:textId="77777777" w:rsidR="00525721" w:rsidRPr="0071391E" w:rsidRDefault="00525721" w:rsidP="00F95FBD">
          <w:pPr>
            <w:pStyle w:val="Zpat0"/>
          </w:pPr>
          <w:r w:rsidRPr="0071391E">
            <w:t>SMLOUVA O DÍLO - Zhotovení stavby</w:t>
          </w:r>
        </w:p>
        <w:p w14:paraId="04E95FA8" w14:textId="5454946C" w:rsidR="00525721" w:rsidRPr="0071391E" w:rsidRDefault="00525721" w:rsidP="00F95FBD">
          <w:pPr>
            <w:pStyle w:val="Zpat0"/>
          </w:pPr>
          <w:r w:rsidRPr="0071391E">
            <w:t>VS 635</w:t>
          </w:r>
          <w:r w:rsidR="0071391E" w:rsidRPr="0071391E">
            <w:t>20232</w:t>
          </w:r>
        </w:p>
      </w:tc>
    </w:tr>
  </w:tbl>
  <w:p w14:paraId="1EDD3FC3" w14:textId="77777777" w:rsidR="00525721" w:rsidRPr="00B8518B" w:rsidRDefault="0052572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525721" w:rsidRDefault="00525721" w:rsidP="00962258">
      <w:pPr>
        <w:spacing w:after="0" w:line="240" w:lineRule="auto"/>
      </w:pPr>
      <w:r>
        <w:separator/>
      </w:r>
    </w:p>
  </w:footnote>
  <w:footnote w:type="continuationSeparator" w:id="0">
    <w:p w14:paraId="0B2CF86F" w14:textId="77777777" w:rsidR="00525721" w:rsidRDefault="0052572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5721" w14:paraId="797A77E3" w14:textId="77777777" w:rsidTr="00C02D0A">
      <w:trPr>
        <w:trHeight w:hRule="exact" w:val="454"/>
      </w:trPr>
      <w:tc>
        <w:tcPr>
          <w:tcW w:w="1361" w:type="dxa"/>
          <w:tcMar>
            <w:top w:w="57" w:type="dxa"/>
            <w:left w:w="0" w:type="dxa"/>
            <w:right w:w="0" w:type="dxa"/>
          </w:tcMar>
        </w:tcPr>
        <w:p w14:paraId="1075843C" w14:textId="77777777" w:rsidR="00525721" w:rsidRPr="00B8518B" w:rsidRDefault="00525721" w:rsidP="00523EA7">
          <w:pPr>
            <w:pStyle w:val="Zpat"/>
            <w:rPr>
              <w:rStyle w:val="slostrnky"/>
            </w:rPr>
          </w:pPr>
        </w:p>
      </w:tc>
      <w:tc>
        <w:tcPr>
          <w:tcW w:w="3458" w:type="dxa"/>
          <w:shd w:val="clear" w:color="auto" w:fill="auto"/>
          <w:tcMar>
            <w:top w:w="57" w:type="dxa"/>
            <w:left w:w="0" w:type="dxa"/>
            <w:right w:w="0" w:type="dxa"/>
          </w:tcMar>
        </w:tcPr>
        <w:p w14:paraId="075E9996" w14:textId="77777777" w:rsidR="00525721" w:rsidRDefault="00525721" w:rsidP="00523EA7">
          <w:pPr>
            <w:pStyle w:val="Zpat"/>
          </w:pPr>
        </w:p>
      </w:tc>
      <w:tc>
        <w:tcPr>
          <w:tcW w:w="5698" w:type="dxa"/>
          <w:shd w:val="clear" w:color="auto" w:fill="auto"/>
          <w:tcMar>
            <w:top w:w="57" w:type="dxa"/>
            <w:left w:w="0" w:type="dxa"/>
            <w:right w:w="0" w:type="dxa"/>
          </w:tcMar>
        </w:tcPr>
        <w:p w14:paraId="5336D447" w14:textId="77777777" w:rsidR="00525721" w:rsidRPr="00D6163D" w:rsidRDefault="00525721" w:rsidP="00D6163D">
          <w:pPr>
            <w:pStyle w:val="Druhdokumentu"/>
          </w:pPr>
        </w:p>
      </w:tc>
    </w:tr>
  </w:tbl>
  <w:p w14:paraId="6A564655" w14:textId="77777777" w:rsidR="00525721" w:rsidRPr="00D6163D" w:rsidRDefault="0052572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25721" w:rsidRPr="00525721" w14:paraId="50B31BD3" w14:textId="77777777" w:rsidTr="00B22106">
      <w:trPr>
        <w:trHeight w:hRule="exact" w:val="936"/>
      </w:trPr>
      <w:tc>
        <w:tcPr>
          <w:tcW w:w="1361" w:type="dxa"/>
          <w:tcMar>
            <w:left w:w="0" w:type="dxa"/>
            <w:right w:w="0" w:type="dxa"/>
          </w:tcMar>
        </w:tcPr>
        <w:p w14:paraId="06DA87C5" w14:textId="77777777" w:rsidR="00525721" w:rsidRPr="00B8518B" w:rsidRDefault="00525721" w:rsidP="00FC6389">
          <w:pPr>
            <w:pStyle w:val="Zpat"/>
            <w:rPr>
              <w:rStyle w:val="slostrnky"/>
            </w:rPr>
          </w:pPr>
        </w:p>
      </w:tc>
      <w:tc>
        <w:tcPr>
          <w:tcW w:w="3458" w:type="dxa"/>
          <w:shd w:val="clear" w:color="auto" w:fill="auto"/>
          <w:tcMar>
            <w:left w:w="0" w:type="dxa"/>
            <w:right w:w="0" w:type="dxa"/>
          </w:tcMar>
        </w:tcPr>
        <w:p w14:paraId="08973C54" w14:textId="77777777" w:rsidR="00525721" w:rsidRDefault="00525721" w:rsidP="00FC6389">
          <w:pPr>
            <w:pStyle w:val="Zpat"/>
          </w:pPr>
        </w:p>
      </w:tc>
      <w:tc>
        <w:tcPr>
          <w:tcW w:w="5756" w:type="dxa"/>
          <w:shd w:val="clear" w:color="auto" w:fill="auto"/>
          <w:tcMar>
            <w:left w:w="0" w:type="dxa"/>
            <w:right w:w="0" w:type="dxa"/>
          </w:tcMar>
        </w:tcPr>
        <w:p w14:paraId="2CF218FD" w14:textId="77777777" w:rsidR="00525721" w:rsidRPr="00525721" w:rsidRDefault="00525721" w:rsidP="00FC6389">
          <w:pPr>
            <w:pStyle w:val="Druhdokumentu"/>
            <w:rPr>
              <w:sz w:val="18"/>
              <w:szCs w:val="18"/>
            </w:rPr>
          </w:pPr>
        </w:p>
        <w:p w14:paraId="5EB57DC5" w14:textId="77777777" w:rsidR="00525721" w:rsidRPr="00525721" w:rsidRDefault="00525721" w:rsidP="008601BB">
          <w:pPr>
            <w:tabs>
              <w:tab w:val="left" w:pos="1653"/>
            </w:tabs>
            <w:rPr>
              <w:sz w:val="18"/>
            </w:rPr>
          </w:pPr>
          <w:r w:rsidRPr="00525721">
            <w:rPr>
              <w:sz w:val="18"/>
            </w:rPr>
            <w:tab/>
          </w:r>
        </w:p>
        <w:p w14:paraId="73A6E2ED" w14:textId="77777777" w:rsidR="00525721" w:rsidRPr="00525721" w:rsidRDefault="00525721" w:rsidP="008601BB">
          <w:pPr>
            <w:tabs>
              <w:tab w:val="left" w:pos="1653"/>
            </w:tabs>
            <w:rPr>
              <w:sz w:val="18"/>
            </w:rPr>
          </w:pPr>
        </w:p>
        <w:p w14:paraId="645CA1AB" w14:textId="292961CA" w:rsidR="00525721" w:rsidRPr="00525721" w:rsidRDefault="00525721" w:rsidP="003146F3">
          <w:pPr>
            <w:tabs>
              <w:tab w:val="left" w:pos="1653"/>
            </w:tabs>
            <w:jc w:val="right"/>
            <w:rPr>
              <w:sz w:val="18"/>
            </w:rPr>
          </w:pPr>
          <w:r w:rsidRPr="00525721">
            <w:rPr>
              <w:sz w:val="18"/>
            </w:rPr>
            <w:t>č.j. 19647/2020-SŽ-OŘ OVA-NPI</w:t>
          </w:r>
        </w:p>
      </w:tc>
    </w:tr>
    <w:tr w:rsidR="00525721" w14:paraId="2AAAE816" w14:textId="77777777" w:rsidTr="00B22106">
      <w:trPr>
        <w:trHeight w:hRule="exact" w:val="936"/>
      </w:trPr>
      <w:tc>
        <w:tcPr>
          <w:tcW w:w="1361" w:type="dxa"/>
          <w:tcMar>
            <w:left w:w="0" w:type="dxa"/>
            <w:right w:w="0" w:type="dxa"/>
          </w:tcMar>
        </w:tcPr>
        <w:p w14:paraId="023F4D6A" w14:textId="77777777" w:rsidR="00525721" w:rsidRPr="00B8518B" w:rsidRDefault="00525721" w:rsidP="00FC6389">
          <w:pPr>
            <w:pStyle w:val="Zpat"/>
            <w:rPr>
              <w:rStyle w:val="slostrnky"/>
            </w:rPr>
          </w:pPr>
        </w:p>
      </w:tc>
      <w:tc>
        <w:tcPr>
          <w:tcW w:w="3458" w:type="dxa"/>
          <w:shd w:val="clear" w:color="auto" w:fill="auto"/>
          <w:tcMar>
            <w:left w:w="0" w:type="dxa"/>
            <w:right w:w="0" w:type="dxa"/>
          </w:tcMar>
        </w:tcPr>
        <w:p w14:paraId="5189943A" w14:textId="77777777" w:rsidR="00525721" w:rsidRDefault="00525721" w:rsidP="00FC6389">
          <w:pPr>
            <w:pStyle w:val="Zpat"/>
          </w:pPr>
        </w:p>
      </w:tc>
      <w:tc>
        <w:tcPr>
          <w:tcW w:w="5756" w:type="dxa"/>
          <w:shd w:val="clear" w:color="auto" w:fill="auto"/>
          <w:tcMar>
            <w:left w:w="0" w:type="dxa"/>
            <w:right w:w="0" w:type="dxa"/>
          </w:tcMar>
        </w:tcPr>
        <w:p w14:paraId="2608622C" w14:textId="77777777" w:rsidR="00525721" w:rsidRPr="00D6163D" w:rsidRDefault="00525721" w:rsidP="00FC6389">
          <w:pPr>
            <w:pStyle w:val="Druhdokumentu"/>
          </w:pPr>
        </w:p>
      </w:tc>
    </w:tr>
  </w:tbl>
  <w:p w14:paraId="79964D02" w14:textId="77777777" w:rsidR="00525721" w:rsidRPr="00D6163D" w:rsidRDefault="00525721"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525721" w:rsidRPr="00460660" w:rsidRDefault="0052572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5721" w14:paraId="08A55532" w14:textId="77777777" w:rsidTr="00C02D0A">
      <w:trPr>
        <w:trHeight w:hRule="exact" w:val="454"/>
      </w:trPr>
      <w:tc>
        <w:tcPr>
          <w:tcW w:w="1361" w:type="dxa"/>
          <w:tcMar>
            <w:top w:w="57" w:type="dxa"/>
            <w:left w:w="0" w:type="dxa"/>
            <w:right w:w="0" w:type="dxa"/>
          </w:tcMar>
        </w:tcPr>
        <w:p w14:paraId="7AE90E64" w14:textId="77777777" w:rsidR="00525721" w:rsidRPr="00B8518B" w:rsidRDefault="00525721" w:rsidP="00523EA7">
          <w:pPr>
            <w:pStyle w:val="Zpat"/>
            <w:rPr>
              <w:rStyle w:val="slostrnky"/>
            </w:rPr>
          </w:pPr>
        </w:p>
      </w:tc>
      <w:tc>
        <w:tcPr>
          <w:tcW w:w="3458" w:type="dxa"/>
          <w:shd w:val="clear" w:color="auto" w:fill="auto"/>
          <w:tcMar>
            <w:top w:w="57" w:type="dxa"/>
            <w:left w:w="0" w:type="dxa"/>
            <w:right w:w="0" w:type="dxa"/>
          </w:tcMar>
        </w:tcPr>
        <w:p w14:paraId="59DA0E8F" w14:textId="77777777" w:rsidR="00525721" w:rsidRDefault="00525721" w:rsidP="00523EA7">
          <w:pPr>
            <w:pStyle w:val="Zpat"/>
          </w:pPr>
        </w:p>
      </w:tc>
      <w:tc>
        <w:tcPr>
          <w:tcW w:w="5698" w:type="dxa"/>
          <w:shd w:val="clear" w:color="auto" w:fill="auto"/>
          <w:tcMar>
            <w:top w:w="57" w:type="dxa"/>
            <w:left w:w="0" w:type="dxa"/>
            <w:right w:w="0" w:type="dxa"/>
          </w:tcMar>
        </w:tcPr>
        <w:p w14:paraId="1D6D6416" w14:textId="77777777" w:rsidR="00525721" w:rsidRPr="00D6163D" w:rsidRDefault="00525721" w:rsidP="00D6163D">
          <w:pPr>
            <w:pStyle w:val="Druhdokumentu"/>
          </w:pPr>
        </w:p>
      </w:tc>
    </w:tr>
  </w:tbl>
  <w:p w14:paraId="49C2114A" w14:textId="77777777" w:rsidR="00525721" w:rsidRPr="00D6163D" w:rsidRDefault="0052572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5721" w14:paraId="4C6EFF8E" w14:textId="77777777" w:rsidTr="00C02D0A">
      <w:trPr>
        <w:trHeight w:hRule="exact" w:val="454"/>
      </w:trPr>
      <w:tc>
        <w:tcPr>
          <w:tcW w:w="1361" w:type="dxa"/>
          <w:tcMar>
            <w:top w:w="57" w:type="dxa"/>
            <w:left w:w="0" w:type="dxa"/>
            <w:right w:w="0" w:type="dxa"/>
          </w:tcMar>
        </w:tcPr>
        <w:p w14:paraId="35333958" w14:textId="77777777" w:rsidR="00525721" w:rsidRPr="00B8518B" w:rsidRDefault="00525721" w:rsidP="00523EA7">
          <w:pPr>
            <w:pStyle w:val="Zpat"/>
            <w:rPr>
              <w:rStyle w:val="slostrnky"/>
            </w:rPr>
          </w:pPr>
        </w:p>
      </w:tc>
      <w:tc>
        <w:tcPr>
          <w:tcW w:w="3458" w:type="dxa"/>
          <w:shd w:val="clear" w:color="auto" w:fill="auto"/>
          <w:tcMar>
            <w:top w:w="57" w:type="dxa"/>
            <w:left w:w="0" w:type="dxa"/>
            <w:right w:w="0" w:type="dxa"/>
          </w:tcMar>
        </w:tcPr>
        <w:p w14:paraId="092BB72B" w14:textId="77777777" w:rsidR="00525721" w:rsidRDefault="00525721" w:rsidP="00523EA7">
          <w:pPr>
            <w:pStyle w:val="Zpat"/>
          </w:pPr>
        </w:p>
      </w:tc>
      <w:tc>
        <w:tcPr>
          <w:tcW w:w="5698" w:type="dxa"/>
          <w:shd w:val="clear" w:color="auto" w:fill="auto"/>
          <w:tcMar>
            <w:top w:w="57" w:type="dxa"/>
            <w:left w:w="0" w:type="dxa"/>
            <w:right w:w="0" w:type="dxa"/>
          </w:tcMar>
        </w:tcPr>
        <w:p w14:paraId="6D1EAA0F" w14:textId="77777777" w:rsidR="00525721" w:rsidRPr="00D6163D" w:rsidRDefault="00525721" w:rsidP="00D6163D">
          <w:pPr>
            <w:pStyle w:val="Druhdokumentu"/>
          </w:pPr>
        </w:p>
      </w:tc>
    </w:tr>
  </w:tbl>
  <w:p w14:paraId="594EB909" w14:textId="77777777" w:rsidR="00525721" w:rsidRPr="00D6163D" w:rsidRDefault="0052572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5721" w14:paraId="228764E3" w14:textId="77777777" w:rsidTr="00C02D0A">
      <w:trPr>
        <w:trHeight w:hRule="exact" w:val="454"/>
      </w:trPr>
      <w:tc>
        <w:tcPr>
          <w:tcW w:w="1361" w:type="dxa"/>
          <w:tcMar>
            <w:top w:w="57" w:type="dxa"/>
            <w:left w:w="0" w:type="dxa"/>
            <w:right w:w="0" w:type="dxa"/>
          </w:tcMar>
        </w:tcPr>
        <w:p w14:paraId="49BFC3A1" w14:textId="77777777" w:rsidR="00525721" w:rsidRPr="00B8518B" w:rsidRDefault="00525721" w:rsidP="00523EA7">
          <w:pPr>
            <w:pStyle w:val="Zpat"/>
            <w:rPr>
              <w:rStyle w:val="slostrnky"/>
            </w:rPr>
          </w:pPr>
        </w:p>
      </w:tc>
      <w:tc>
        <w:tcPr>
          <w:tcW w:w="3458" w:type="dxa"/>
          <w:shd w:val="clear" w:color="auto" w:fill="auto"/>
          <w:tcMar>
            <w:top w:w="57" w:type="dxa"/>
            <w:left w:w="0" w:type="dxa"/>
            <w:right w:w="0" w:type="dxa"/>
          </w:tcMar>
        </w:tcPr>
        <w:p w14:paraId="5CC0C5A3" w14:textId="77777777" w:rsidR="00525721" w:rsidRDefault="00525721" w:rsidP="00523EA7">
          <w:pPr>
            <w:pStyle w:val="Zpat"/>
          </w:pPr>
        </w:p>
      </w:tc>
      <w:tc>
        <w:tcPr>
          <w:tcW w:w="5698" w:type="dxa"/>
          <w:shd w:val="clear" w:color="auto" w:fill="auto"/>
          <w:tcMar>
            <w:top w:w="57" w:type="dxa"/>
            <w:left w:w="0" w:type="dxa"/>
            <w:right w:w="0" w:type="dxa"/>
          </w:tcMar>
        </w:tcPr>
        <w:p w14:paraId="6A6AE95C" w14:textId="77777777" w:rsidR="00525721" w:rsidRPr="00D6163D" w:rsidRDefault="00525721" w:rsidP="00D6163D">
          <w:pPr>
            <w:pStyle w:val="Druhdokumentu"/>
          </w:pPr>
        </w:p>
      </w:tc>
    </w:tr>
  </w:tbl>
  <w:p w14:paraId="3F36129C" w14:textId="77777777" w:rsidR="00525721" w:rsidRPr="00D6163D" w:rsidRDefault="0052572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25721" w14:paraId="36527F7C" w14:textId="77777777" w:rsidTr="00C02D0A">
      <w:trPr>
        <w:trHeight w:hRule="exact" w:val="454"/>
      </w:trPr>
      <w:tc>
        <w:tcPr>
          <w:tcW w:w="1361" w:type="dxa"/>
          <w:tcMar>
            <w:top w:w="57" w:type="dxa"/>
            <w:left w:w="0" w:type="dxa"/>
            <w:right w:w="0" w:type="dxa"/>
          </w:tcMar>
        </w:tcPr>
        <w:p w14:paraId="6107E56B" w14:textId="77777777" w:rsidR="00525721" w:rsidRPr="00B8518B" w:rsidRDefault="00525721" w:rsidP="00523EA7">
          <w:pPr>
            <w:pStyle w:val="Zpat"/>
            <w:rPr>
              <w:rStyle w:val="slostrnky"/>
            </w:rPr>
          </w:pPr>
        </w:p>
      </w:tc>
      <w:tc>
        <w:tcPr>
          <w:tcW w:w="3458" w:type="dxa"/>
          <w:shd w:val="clear" w:color="auto" w:fill="auto"/>
          <w:tcMar>
            <w:top w:w="57" w:type="dxa"/>
            <w:left w:w="0" w:type="dxa"/>
            <w:right w:w="0" w:type="dxa"/>
          </w:tcMar>
        </w:tcPr>
        <w:p w14:paraId="06F923AC" w14:textId="77777777" w:rsidR="00525721" w:rsidRDefault="00525721" w:rsidP="00523EA7">
          <w:pPr>
            <w:pStyle w:val="Zpat"/>
          </w:pPr>
        </w:p>
      </w:tc>
      <w:tc>
        <w:tcPr>
          <w:tcW w:w="5698" w:type="dxa"/>
          <w:shd w:val="clear" w:color="auto" w:fill="auto"/>
          <w:tcMar>
            <w:top w:w="57" w:type="dxa"/>
            <w:left w:w="0" w:type="dxa"/>
            <w:right w:w="0" w:type="dxa"/>
          </w:tcMar>
        </w:tcPr>
        <w:p w14:paraId="1EDA433F" w14:textId="77777777" w:rsidR="00525721" w:rsidRPr="00D6163D" w:rsidRDefault="00525721" w:rsidP="00D6163D">
          <w:pPr>
            <w:pStyle w:val="Druhdokumentu"/>
          </w:pPr>
        </w:p>
      </w:tc>
    </w:tr>
  </w:tbl>
  <w:p w14:paraId="15F18959" w14:textId="77777777" w:rsidR="00525721" w:rsidRPr="00D6163D" w:rsidRDefault="0052572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43FF"/>
    <w:rsid w:val="00327EEF"/>
    <w:rsid w:val="0033239F"/>
    <w:rsid w:val="0034274B"/>
    <w:rsid w:val="0034719F"/>
    <w:rsid w:val="00350A35"/>
    <w:rsid w:val="003571D8"/>
    <w:rsid w:val="00357BC6"/>
    <w:rsid w:val="00361422"/>
    <w:rsid w:val="0037545D"/>
    <w:rsid w:val="00381EFC"/>
    <w:rsid w:val="00392910"/>
    <w:rsid w:val="00392EB6"/>
    <w:rsid w:val="003956C6"/>
    <w:rsid w:val="00397504"/>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16551"/>
    <w:rsid w:val="00523BB5"/>
    <w:rsid w:val="00523EA7"/>
    <w:rsid w:val="00525721"/>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35C3A"/>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391E"/>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zdc.cz/dalsi-informace/dokumenty-a-predpisy.html"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30294D6-5D1A-4810-9B43-1CCA90A7A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570</TotalTime>
  <Pages>19</Pages>
  <Words>4326</Words>
  <Characters>25528</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35</cp:revision>
  <cp:lastPrinted>2020-03-02T10:09:00Z</cp:lastPrinted>
  <dcterms:created xsi:type="dcterms:W3CDTF">2019-03-19T08:45:00Z</dcterms:created>
  <dcterms:modified xsi:type="dcterms:W3CDTF">2020-09-04T11:27:00Z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